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ACDE0" w14:textId="77777777" w:rsidR="00C33949" w:rsidRPr="00C33949" w:rsidRDefault="00CB7D8B" w:rsidP="00CB7D8B">
      <w:pPr>
        <w:pStyle w:val="Heading4"/>
        <w:jc w:val="right"/>
        <w:rPr>
          <w:b/>
          <w:i w:val="0"/>
          <w:color w:val="auto"/>
          <w:lang w:val="ro-RO"/>
        </w:rPr>
      </w:pPr>
      <w:bookmarkStart w:id="0" w:name="_GoBack"/>
      <w:r w:rsidRPr="00C33949">
        <w:rPr>
          <w:b/>
          <w:i w:val="0"/>
          <w:color w:val="auto"/>
          <w:lang w:val="ro-RO"/>
        </w:rPr>
        <w:t xml:space="preserve">Anexa </w:t>
      </w:r>
      <w:r w:rsidR="00C33949" w:rsidRPr="00C33949">
        <w:rPr>
          <w:b/>
          <w:i w:val="0"/>
          <w:color w:val="auto"/>
          <w:lang w:val="ro-RO"/>
        </w:rPr>
        <w:t xml:space="preserve">nr. </w:t>
      </w:r>
      <w:r w:rsidR="00722370" w:rsidRPr="00C33949">
        <w:rPr>
          <w:b/>
          <w:i w:val="0"/>
          <w:color w:val="auto"/>
          <w:lang w:val="ro-RO"/>
        </w:rPr>
        <w:t>18</w:t>
      </w:r>
      <w:r w:rsidRPr="00C33949">
        <w:rPr>
          <w:b/>
          <w:i w:val="0"/>
          <w:color w:val="auto"/>
          <w:lang w:val="ro-RO"/>
        </w:rPr>
        <w:t xml:space="preserve"> </w:t>
      </w:r>
      <w:r w:rsidR="00C33949" w:rsidRPr="00C33949">
        <w:rPr>
          <w:b/>
          <w:i w:val="0"/>
          <w:color w:val="auto"/>
          <w:lang w:val="ro-RO"/>
        </w:rPr>
        <w:t>la Instrucțiune nr....</w:t>
      </w:r>
    </w:p>
    <w:p w14:paraId="4ED1BE08" w14:textId="7F6DEF73" w:rsidR="004E5BD9" w:rsidRPr="00C33949" w:rsidRDefault="004E5BD9" w:rsidP="00CB7D8B">
      <w:pPr>
        <w:pStyle w:val="Heading4"/>
        <w:jc w:val="right"/>
        <w:rPr>
          <w:b/>
          <w:i w:val="0"/>
          <w:color w:val="auto"/>
          <w:lang w:val="ro-RO"/>
        </w:rPr>
      </w:pPr>
      <w:r w:rsidRPr="00C33949">
        <w:rPr>
          <w:b/>
          <w:i w:val="0"/>
          <w:color w:val="auto"/>
          <w:lang w:val="ro-RO"/>
        </w:rPr>
        <w:t xml:space="preserve">Model </w:t>
      </w:r>
      <w:r w:rsidR="00FB3F6E" w:rsidRPr="00C33949">
        <w:rPr>
          <w:b/>
          <w:i w:val="0"/>
          <w:color w:val="auto"/>
          <w:lang w:val="ro-RO"/>
        </w:rPr>
        <w:t>Notă justificativă privind aplicarea achiziției directe</w:t>
      </w:r>
    </w:p>
    <w:bookmarkEnd w:id="0"/>
    <w:p w14:paraId="37EA4B4F" w14:textId="77777777" w:rsidR="004E5BD9" w:rsidRPr="00C33949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704E6CAB" w14:textId="77777777" w:rsidR="004E5BD9" w:rsidRPr="00C33949" w:rsidRDefault="004E5BD9" w:rsidP="00446222">
      <w:pPr>
        <w:rPr>
          <w:rFonts w:asciiTheme="majorHAnsi" w:hAnsiTheme="majorHAnsi"/>
          <w:sz w:val="22"/>
          <w:szCs w:val="22"/>
          <w:lang w:val="ro-RO"/>
        </w:rPr>
      </w:pPr>
    </w:p>
    <w:p w14:paraId="2FFAFDBA" w14:textId="77777777" w:rsidR="00A36379" w:rsidRPr="00C33949" w:rsidRDefault="00A36379" w:rsidP="00A36379">
      <w:pPr>
        <w:rPr>
          <w:rFonts w:ascii="Calibri" w:eastAsia="Calibri" w:hAnsi="Calibri" w:cs="Arial"/>
          <w:b/>
          <w:lang w:val="ro-RO"/>
        </w:rPr>
      </w:pPr>
      <w:r w:rsidRPr="00C33949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4AE48B2E" w14:textId="77777777" w:rsidR="00A36379" w:rsidRPr="00C33949" w:rsidRDefault="00A36379" w:rsidP="00A36379">
      <w:pPr>
        <w:rPr>
          <w:rFonts w:ascii="Calibri" w:eastAsia="Calibri" w:hAnsi="Calibri" w:cs="Arial"/>
          <w:b/>
          <w:lang w:val="ro-RO"/>
        </w:rPr>
      </w:pPr>
      <w:r w:rsidRPr="00C33949">
        <w:rPr>
          <w:rFonts w:ascii="Calibri" w:eastAsia="Calibri" w:hAnsi="Calibri" w:cs="Arial"/>
          <w:b/>
          <w:lang w:val="ro-RO"/>
        </w:rPr>
        <w:t>PNRR-III-C9-2022 – I5</w:t>
      </w:r>
    </w:p>
    <w:p w14:paraId="3CBC4FE8" w14:textId="77777777" w:rsidR="00A36379" w:rsidRPr="00C33949" w:rsidRDefault="00A36379" w:rsidP="00A36379">
      <w:pPr>
        <w:rPr>
          <w:rFonts w:ascii="Calibri" w:eastAsia="Calibri" w:hAnsi="Calibri" w:cs="Arial"/>
          <w:b/>
          <w:lang w:val="ro-RO"/>
        </w:rPr>
      </w:pPr>
      <w:r w:rsidRPr="00C33949">
        <w:rPr>
          <w:rFonts w:ascii="Calibri" w:eastAsia="Calibri" w:hAnsi="Calibri" w:cs="Arial"/>
          <w:b/>
          <w:lang w:val="ro-RO"/>
        </w:rPr>
        <w:t>Beneficiar proiect................</w:t>
      </w:r>
    </w:p>
    <w:p w14:paraId="1F525C36" w14:textId="77777777" w:rsidR="00A36379" w:rsidRPr="00C33949" w:rsidRDefault="00A36379" w:rsidP="00A36379">
      <w:pPr>
        <w:rPr>
          <w:rFonts w:ascii="Calibri" w:eastAsia="Calibri" w:hAnsi="Calibri" w:cs="Arial"/>
          <w:b/>
          <w:lang w:val="ro-RO"/>
        </w:rPr>
      </w:pPr>
      <w:r w:rsidRPr="00C33949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35A850CB" w14:textId="77777777" w:rsidR="00A36379" w:rsidRPr="00C33949" w:rsidRDefault="00A36379" w:rsidP="00A36379">
      <w:pPr>
        <w:rPr>
          <w:rFonts w:ascii="Calibri" w:eastAsia="Calibri" w:hAnsi="Calibri" w:cs="Arial"/>
          <w:b/>
          <w:lang w:val="ro-RO"/>
        </w:rPr>
      </w:pPr>
      <w:r w:rsidRPr="00C33949">
        <w:rPr>
          <w:rFonts w:ascii="Calibri" w:eastAsia="Calibri" w:hAnsi="Calibri" w:cs="Arial"/>
          <w:b/>
          <w:lang w:val="ro-RO"/>
        </w:rPr>
        <w:t>________________________</w:t>
      </w:r>
    </w:p>
    <w:p w14:paraId="18C02F68" w14:textId="77777777" w:rsidR="00BE70DA" w:rsidRDefault="00BE70DA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0C6323C7" w14:textId="77777777" w:rsidR="00BE70DA" w:rsidRDefault="00BE70DA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7E08F353" w14:textId="1FE76D91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APROB.</w:t>
      </w:r>
    </w:p>
    <w:p w14:paraId="386BA6A5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>Reprezentant legal</w:t>
      </w:r>
    </w:p>
    <w:p w14:paraId="14E4EC93" w14:textId="77777777" w:rsidR="00446222" w:rsidRPr="00CB7D8B" w:rsidRDefault="00446222" w:rsidP="00446222">
      <w:pPr>
        <w:ind w:right="46"/>
        <w:jc w:val="right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5207F7BA" w14:textId="77777777" w:rsidR="00BE70DA" w:rsidRDefault="00BE70DA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196F357F" w14:textId="77777777" w:rsidR="00BE70DA" w:rsidRDefault="00BE70DA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2D5474B5" w14:textId="16B784D2" w:rsidR="00446222" w:rsidRPr="00CB7D8B" w:rsidRDefault="00FB3F6E" w:rsidP="00446222">
      <w:pPr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>
        <w:rPr>
          <w:rFonts w:asciiTheme="majorHAnsi" w:hAnsiTheme="majorHAnsi" w:cstheme="minorHAnsi"/>
          <w:b/>
          <w:sz w:val="22"/>
          <w:szCs w:val="22"/>
          <w:lang w:val="ro-RO"/>
        </w:rPr>
        <w:t>Notă justificativă</w:t>
      </w:r>
      <w:r w:rsidR="00446222"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nr.... din data........</w:t>
      </w:r>
    </w:p>
    <w:p w14:paraId="1C0E0B2A" w14:textId="6BE8F874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privind </w:t>
      </w:r>
      <w:r w:rsidR="00FB3F6E">
        <w:rPr>
          <w:rFonts w:asciiTheme="majorHAnsi" w:hAnsiTheme="majorHAnsi" w:cstheme="minorHAnsi"/>
          <w:b/>
          <w:sz w:val="22"/>
          <w:szCs w:val="22"/>
          <w:lang w:val="ro-RO"/>
        </w:rPr>
        <w:t>aplicarea achiziției directe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FB3F6E">
        <w:rPr>
          <w:rFonts w:asciiTheme="majorHAnsi" w:hAnsiTheme="majorHAnsi" w:cstheme="minorHAnsi"/>
          <w:b/>
          <w:sz w:val="22"/>
          <w:szCs w:val="22"/>
          <w:lang w:val="ro-RO"/>
        </w:rPr>
        <w:t>pentru realizarea achizitiei de</w:t>
      </w:r>
      <w:r w:rsidRPr="00CB7D8B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se introduce denumirea achiziției</w:t>
      </w:r>
      <w:r w:rsidR="00CA334F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</w:p>
    <w:p w14:paraId="61CF01B4" w14:textId="77777777" w:rsidR="00446222" w:rsidRPr="00CB7D8B" w:rsidRDefault="00446222" w:rsidP="00446222">
      <w:pPr>
        <w:ind w:right="43"/>
        <w:jc w:val="center"/>
        <w:rPr>
          <w:rFonts w:asciiTheme="majorHAnsi" w:hAnsiTheme="majorHAnsi" w:cstheme="minorHAnsi"/>
          <w:b/>
          <w:i/>
          <w:sz w:val="22"/>
          <w:szCs w:val="22"/>
          <w:lang w:val="ro-RO"/>
        </w:rPr>
      </w:pPr>
    </w:p>
    <w:p w14:paraId="4B88260E" w14:textId="77777777" w:rsidR="00BE70DA" w:rsidRDefault="00BE70DA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</w:p>
    <w:p w14:paraId="568912B9" w14:textId="77777777" w:rsidR="00BE70DA" w:rsidRDefault="00BE70DA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</w:p>
    <w:p w14:paraId="5D81401D" w14:textId="5EB31211" w:rsidR="00446222" w:rsidRDefault="00446222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  <w:r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>Introducere:</w:t>
      </w:r>
      <w:r w:rsidR="00CA334F" w:rsidRPr="00CB7D8B">
        <w:rPr>
          <w:rFonts w:asciiTheme="majorHAnsi" w:eastAsia="Calibri" w:hAnsiTheme="majorHAnsi" w:cstheme="minorHAnsi"/>
          <w:sz w:val="22"/>
          <w:szCs w:val="22"/>
          <w:lang w:val="ro-RO"/>
        </w:rPr>
        <w:t xml:space="preserve"> </w:t>
      </w:r>
    </w:p>
    <w:p w14:paraId="16C8F736" w14:textId="77777777" w:rsidR="00BF090E" w:rsidRPr="00CB7D8B" w:rsidRDefault="00BF090E" w:rsidP="00446222">
      <w:pPr>
        <w:autoSpaceDE w:val="0"/>
        <w:autoSpaceDN w:val="0"/>
        <w:adjustRightInd w:val="0"/>
        <w:jc w:val="both"/>
        <w:rPr>
          <w:rFonts w:asciiTheme="majorHAnsi" w:eastAsia="Calibri" w:hAnsiTheme="majorHAnsi" w:cstheme="minorHAnsi"/>
          <w:sz w:val="22"/>
          <w:szCs w:val="22"/>
          <w:lang w:val="ro-RO"/>
        </w:rPr>
      </w:pPr>
    </w:p>
    <w:p w14:paraId="42857DB0" w14:textId="7CD463C1" w:rsidR="00446222" w:rsidRDefault="00446222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Descrierea obiectului contractului:</w:t>
      </w:r>
    </w:p>
    <w:p w14:paraId="7B03DFF1" w14:textId="77777777" w:rsidR="00BF090E" w:rsidRPr="00CB7D8B" w:rsidRDefault="00BF090E" w:rsidP="0044622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5734AFBD" w14:textId="2D5E496E" w:rsidR="00446222" w:rsidRPr="00CB7D8B" w:rsidRDefault="00446222" w:rsidP="00446222">
      <w:pPr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>Valoarea estimată</w:t>
      </w:r>
      <w:r w:rsidR="007F5977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 </w:t>
      </w:r>
      <w:r w:rsidR="007F5977" w:rsidRPr="007F5977">
        <w:rPr>
          <w:rFonts w:asciiTheme="majorHAnsi" w:hAnsiTheme="majorHAnsi" w:cstheme="minorHAnsi"/>
          <w:spacing w:val="-2"/>
          <w:sz w:val="22"/>
          <w:szCs w:val="22"/>
          <w:lang w:val="ro-RO"/>
        </w:rPr>
        <w:t>aprobată prin Referatul de necesitate nr..... din data...</w:t>
      </w:r>
      <w:r w:rsidR="00BF090E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, prentru achiziția de </w:t>
      </w:r>
      <w:r w:rsidR="00BF090E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achiziției&gt;</w:t>
      </w: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 </w:t>
      </w:r>
      <w:r w:rsidR="007F5977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este de 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valoarea totală estimată, 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exprimată în lei 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fără TVA</w:t>
      </w:r>
      <w:r w:rsidR="00711E2E"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</w:t>
      </w:r>
      <w:r w:rsidR="00FB3F6E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aprobată prin Referatul de necesitate nr..... din data...</w:t>
      </w:r>
      <w:r w:rsidR="000670D3" w:rsidRPr="00CB7D8B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  <w:r w:rsidR="007F5977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>.</w:t>
      </w:r>
    </w:p>
    <w:p w14:paraId="4F80ADE4" w14:textId="77777777" w:rsidR="007F5977" w:rsidRDefault="007F5977" w:rsidP="007F5977">
      <w:pPr>
        <w:ind w:right="43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p w14:paraId="5AC1A9C2" w14:textId="1023387C" w:rsidR="00446222" w:rsidRPr="00CB7D8B" w:rsidRDefault="00446222" w:rsidP="007F5977">
      <w:pPr>
        <w:ind w:right="43"/>
        <w:jc w:val="both"/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pacing w:val="-2"/>
          <w:sz w:val="22"/>
          <w:szCs w:val="22"/>
          <w:lang w:val="ro-RO"/>
        </w:rPr>
        <w:t xml:space="preserve">Metoda de achiziție aplicată: </w:t>
      </w:r>
      <w:r w:rsidR="005E4851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&lt;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Se precizează metoda aplicată, în conformitate cu </w:t>
      </w:r>
      <w:r w:rsidR="009B7E16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Planul Achizițiilor asociat proiectului</w:t>
      </w:r>
      <w:r w:rsidRPr="00CB7D8B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aprobat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și, în cazul achiziției directe, aceasta va fi una </w:t>
      </w:r>
      <w:r w:rsidR="00794F83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dintre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cele 4 metode de realizare a achiziții</w:t>
      </w:r>
      <w:r w:rsidR="00794F83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lor detaliate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</w:t>
      </w:r>
      <w:r w:rsidR="00794F83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în</w:t>
      </w:r>
      <w:r w:rsidR="007F5977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cadrul Ghidului Beneficiarului</w:t>
      </w:r>
      <w:r w:rsidR="00A36379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 xml:space="preserve"> </w:t>
      </w:r>
      <w:r w:rsidR="00A36379" w:rsidRPr="00A36379">
        <w:rPr>
          <w:rFonts w:asciiTheme="majorHAnsi" w:hAnsiTheme="majorHAnsi" w:cstheme="minorHAnsi"/>
          <w:i/>
          <w:spacing w:val="-2"/>
          <w:sz w:val="22"/>
          <w:szCs w:val="22"/>
          <w:highlight w:val="lightGray"/>
          <w:lang w:val="ro-RO"/>
        </w:rPr>
        <w:t>PNRR-III-C9-2022 – I5</w:t>
      </w:r>
      <w:r w:rsidR="005E4851" w:rsidRPr="00CB7D8B">
        <w:rPr>
          <w:rFonts w:asciiTheme="majorHAnsi" w:hAnsiTheme="majorHAnsi" w:cstheme="minorHAnsi"/>
          <w:bCs/>
          <w:sz w:val="22"/>
          <w:szCs w:val="22"/>
          <w:highlight w:val="lightGray"/>
          <w:lang w:val="ro-RO"/>
        </w:rPr>
        <w:t>&gt;</w:t>
      </w:r>
      <w:r w:rsidR="00794F83">
        <w:rPr>
          <w:rFonts w:asciiTheme="majorHAnsi" w:hAnsiTheme="majorHAnsi" w:cstheme="minorHAnsi"/>
          <w:bCs/>
          <w:sz w:val="22"/>
          <w:szCs w:val="22"/>
          <w:lang w:val="ro-RO"/>
        </w:rPr>
        <w:t>.</w:t>
      </w:r>
    </w:p>
    <w:p w14:paraId="0DCE92D6" w14:textId="77777777" w:rsidR="0030512B" w:rsidRPr="00CB7D8B" w:rsidRDefault="0030512B" w:rsidP="0030512B">
      <w:pPr>
        <w:ind w:firstLine="720"/>
        <w:jc w:val="both"/>
        <w:rPr>
          <w:rFonts w:asciiTheme="majorHAnsi" w:hAnsiTheme="majorHAnsi" w:cstheme="minorHAnsi"/>
          <w:spacing w:val="-2"/>
          <w:sz w:val="22"/>
          <w:szCs w:val="22"/>
          <w:lang w:val="ro-RO"/>
        </w:rPr>
      </w:pPr>
    </w:p>
    <w:p w14:paraId="67E2D132" w14:textId="7D1A254A" w:rsidR="00446222" w:rsidRPr="00CB7D8B" w:rsidRDefault="00446222" w:rsidP="007F5977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 xml:space="preserve">Ca urmare a celor de mai sus, s-a întocmit </w:t>
      </w:r>
      <w:r w:rsidR="007F5977">
        <w:rPr>
          <w:rFonts w:asciiTheme="majorHAnsi" w:hAnsiTheme="majorHAnsi" w:cstheme="minorHAnsi"/>
          <w:sz w:val="22"/>
          <w:szCs w:val="22"/>
          <w:lang w:val="ro-RO"/>
        </w:rPr>
        <w:t>prezenta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7F5977">
        <w:rPr>
          <w:rFonts w:asciiTheme="majorHAnsi" w:hAnsiTheme="majorHAnsi" w:cstheme="minorHAnsi"/>
          <w:sz w:val="22"/>
          <w:szCs w:val="22"/>
          <w:lang w:val="ro-RO"/>
        </w:rPr>
        <w:t>notă justificativă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 xml:space="preserve">, în scopul inițierii procedurii de achiziție în cadrul </w:t>
      </w:r>
      <w:r w:rsidR="00174D48">
        <w:rPr>
          <w:rFonts w:asciiTheme="majorHAnsi" w:hAnsiTheme="majorHAnsi" w:cstheme="minorHAnsi"/>
          <w:sz w:val="22"/>
          <w:szCs w:val="22"/>
          <w:lang w:val="ro-RO"/>
        </w:rPr>
        <w:t>proiectului</w:t>
      </w:r>
      <w:r w:rsidRPr="00CB7D8B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03805FC2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color w:val="FF0000"/>
          <w:sz w:val="22"/>
          <w:szCs w:val="22"/>
          <w:lang w:val="ro-RO"/>
        </w:rPr>
      </w:pPr>
    </w:p>
    <w:p w14:paraId="6EE63ADD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116D22A1" w14:textId="7777777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22D63502" w14:textId="601AE4D7" w:rsidR="00446222" w:rsidRPr="00CB7D8B" w:rsidRDefault="00446222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CB7D8B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02C9E786" w14:textId="16C3A3DF" w:rsidR="00590E58" w:rsidRPr="00CB7D8B" w:rsidRDefault="00590E58" w:rsidP="00446222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0EBC6240" w14:textId="4B70F691" w:rsidR="00A57A7D" w:rsidRPr="00CB7D8B" w:rsidRDefault="00590E58" w:rsidP="00590E58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bookmarkStart w:id="1" w:name="_Hlk115028940"/>
      <w:r w:rsidRPr="00CB7D8B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</w:t>
      </w:r>
      <w:r w:rsidR="00826012"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ă</w:t>
      </w:r>
      <w:r w:rsidRPr="00CB7D8B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a acestuia.</w:t>
      </w:r>
      <w:bookmarkEnd w:id="1"/>
    </w:p>
    <w:sectPr w:rsidR="00A57A7D" w:rsidRPr="00CB7D8B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B781B" w14:textId="77777777" w:rsidR="004F28AC" w:rsidRDefault="004F28AC">
      <w:r>
        <w:separator/>
      </w:r>
    </w:p>
  </w:endnote>
  <w:endnote w:type="continuationSeparator" w:id="0">
    <w:p w14:paraId="3E52E425" w14:textId="77777777" w:rsidR="004F28AC" w:rsidRDefault="004F28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546FB" w14:textId="77777777" w:rsidR="004F28AC" w:rsidRDefault="004F28AC">
      <w:r>
        <w:separator/>
      </w:r>
    </w:p>
  </w:footnote>
  <w:footnote w:type="continuationSeparator" w:id="0">
    <w:p w14:paraId="2EA6854E" w14:textId="77777777" w:rsidR="004F28AC" w:rsidRDefault="004F28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28AC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6B4BDCEE" w:rsidR="001A4D8C" w:rsidRPr="00282F53" w:rsidRDefault="00A36379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58679490" wp14:editId="74E4CE60">
          <wp:extent cx="5749290" cy="433065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43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cx1="http://schemas.microsoft.com/office/drawing/2015/9/8/chartex">
          <w:pict>
            <v:line w14:anchorId="4206A60C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F28AC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I1MjEyMDY3MjNX0lEKTi0uzszPAykwqgUAyXbJgSwAAAA="/>
  </w:docVars>
  <w:rsids>
    <w:rsidRoot w:val="00723126"/>
    <w:rsid w:val="0000715A"/>
    <w:rsid w:val="000155A5"/>
    <w:rsid w:val="000161D1"/>
    <w:rsid w:val="000226FF"/>
    <w:rsid w:val="00022F16"/>
    <w:rsid w:val="0002301A"/>
    <w:rsid w:val="000409C7"/>
    <w:rsid w:val="0004196E"/>
    <w:rsid w:val="00047229"/>
    <w:rsid w:val="00052EE8"/>
    <w:rsid w:val="00062812"/>
    <w:rsid w:val="000670D3"/>
    <w:rsid w:val="00070A1F"/>
    <w:rsid w:val="00074096"/>
    <w:rsid w:val="000751C3"/>
    <w:rsid w:val="00081DDB"/>
    <w:rsid w:val="00094806"/>
    <w:rsid w:val="000A19D4"/>
    <w:rsid w:val="000A683A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13F31"/>
    <w:rsid w:val="001168A8"/>
    <w:rsid w:val="001237F1"/>
    <w:rsid w:val="00126164"/>
    <w:rsid w:val="00131A04"/>
    <w:rsid w:val="00135710"/>
    <w:rsid w:val="00137494"/>
    <w:rsid w:val="0015443E"/>
    <w:rsid w:val="00174D48"/>
    <w:rsid w:val="00180289"/>
    <w:rsid w:val="00180FDE"/>
    <w:rsid w:val="001A1A3F"/>
    <w:rsid w:val="001A2045"/>
    <w:rsid w:val="001A2171"/>
    <w:rsid w:val="001A4D8C"/>
    <w:rsid w:val="001B1FCE"/>
    <w:rsid w:val="001B40F9"/>
    <w:rsid w:val="001C425F"/>
    <w:rsid w:val="001D2F90"/>
    <w:rsid w:val="001D360A"/>
    <w:rsid w:val="001D3838"/>
    <w:rsid w:val="001E42EC"/>
    <w:rsid w:val="001E51B9"/>
    <w:rsid w:val="001E5F47"/>
    <w:rsid w:val="001F12DB"/>
    <w:rsid w:val="001F5D01"/>
    <w:rsid w:val="00200668"/>
    <w:rsid w:val="00202150"/>
    <w:rsid w:val="00214E6E"/>
    <w:rsid w:val="00216F92"/>
    <w:rsid w:val="002179EB"/>
    <w:rsid w:val="00222058"/>
    <w:rsid w:val="00223D8D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D49F0"/>
    <w:rsid w:val="002D54E2"/>
    <w:rsid w:val="002D6BBC"/>
    <w:rsid w:val="00301999"/>
    <w:rsid w:val="00302586"/>
    <w:rsid w:val="003041D2"/>
    <w:rsid w:val="0030512B"/>
    <w:rsid w:val="0032191B"/>
    <w:rsid w:val="00321A0D"/>
    <w:rsid w:val="003244ED"/>
    <w:rsid w:val="0032750F"/>
    <w:rsid w:val="00332A84"/>
    <w:rsid w:val="0034147C"/>
    <w:rsid w:val="00362A2D"/>
    <w:rsid w:val="00375B1C"/>
    <w:rsid w:val="00381CBB"/>
    <w:rsid w:val="00390B1B"/>
    <w:rsid w:val="003A1EB6"/>
    <w:rsid w:val="003B12BE"/>
    <w:rsid w:val="003B1E81"/>
    <w:rsid w:val="003B3FCE"/>
    <w:rsid w:val="003B54F1"/>
    <w:rsid w:val="003C4CF2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7C30"/>
    <w:rsid w:val="00473814"/>
    <w:rsid w:val="004754C9"/>
    <w:rsid w:val="0047602F"/>
    <w:rsid w:val="00480820"/>
    <w:rsid w:val="00493137"/>
    <w:rsid w:val="00494A1A"/>
    <w:rsid w:val="0049665F"/>
    <w:rsid w:val="004A6488"/>
    <w:rsid w:val="004B0EDA"/>
    <w:rsid w:val="004C247F"/>
    <w:rsid w:val="004C72FB"/>
    <w:rsid w:val="004D0F47"/>
    <w:rsid w:val="004E2AD2"/>
    <w:rsid w:val="004E5A7C"/>
    <w:rsid w:val="004E5BD9"/>
    <w:rsid w:val="004E729D"/>
    <w:rsid w:val="004F0C9F"/>
    <w:rsid w:val="004F28AC"/>
    <w:rsid w:val="004F42ED"/>
    <w:rsid w:val="004F6F49"/>
    <w:rsid w:val="00506C7F"/>
    <w:rsid w:val="00514957"/>
    <w:rsid w:val="005171EF"/>
    <w:rsid w:val="00524E6B"/>
    <w:rsid w:val="00526387"/>
    <w:rsid w:val="0053307C"/>
    <w:rsid w:val="00535442"/>
    <w:rsid w:val="00542D2F"/>
    <w:rsid w:val="00544D40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64DC"/>
    <w:rsid w:val="0059766A"/>
    <w:rsid w:val="005A2052"/>
    <w:rsid w:val="005A4FAB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20121"/>
    <w:rsid w:val="006510C1"/>
    <w:rsid w:val="006706EB"/>
    <w:rsid w:val="00677F70"/>
    <w:rsid w:val="00684F07"/>
    <w:rsid w:val="0069049D"/>
    <w:rsid w:val="006922BE"/>
    <w:rsid w:val="006A5F27"/>
    <w:rsid w:val="006B2A75"/>
    <w:rsid w:val="006B4A43"/>
    <w:rsid w:val="006B4E87"/>
    <w:rsid w:val="006B4EBC"/>
    <w:rsid w:val="006B541A"/>
    <w:rsid w:val="006B588B"/>
    <w:rsid w:val="006C45A8"/>
    <w:rsid w:val="006D1A4D"/>
    <w:rsid w:val="006D3228"/>
    <w:rsid w:val="006E695A"/>
    <w:rsid w:val="006E7977"/>
    <w:rsid w:val="006F0DB2"/>
    <w:rsid w:val="006F2E89"/>
    <w:rsid w:val="006F6033"/>
    <w:rsid w:val="00702DDE"/>
    <w:rsid w:val="00711E2E"/>
    <w:rsid w:val="00714275"/>
    <w:rsid w:val="00720B36"/>
    <w:rsid w:val="00721E8B"/>
    <w:rsid w:val="00722370"/>
    <w:rsid w:val="00723126"/>
    <w:rsid w:val="00726A88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7182"/>
    <w:rsid w:val="00771E60"/>
    <w:rsid w:val="00774D97"/>
    <w:rsid w:val="00780DCC"/>
    <w:rsid w:val="00791068"/>
    <w:rsid w:val="00794F83"/>
    <w:rsid w:val="007A3134"/>
    <w:rsid w:val="007A59AB"/>
    <w:rsid w:val="007B12FE"/>
    <w:rsid w:val="007B4FF4"/>
    <w:rsid w:val="007D1417"/>
    <w:rsid w:val="007E13FE"/>
    <w:rsid w:val="007E1B13"/>
    <w:rsid w:val="007E1CFB"/>
    <w:rsid w:val="007E5EBD"/>
    <w:rsid w:val="007F5977"/>
    <w:rsid w:val="00800F07"/>
    <w:rsid w:val="00813FF7"/>
    <w:rsid w:val="008169D3"/>
    <w:rsid w:val="00817703"/>
    <w:rsid w:val="008238F7"/>
    <w:rsid w:val="00826012"/>
    <w:rsid w:val="008425DA"/>
    <w:rsid w:val="0084437A"/>
    <w:rsid w:val="00845031"/>
    <w:rsid w:val="00846824"/>
    <w:rsid w:val="008537EB"/>
    <w:rsid w:val="008570EE"/>
    <w:rsid w:val="00865231"/>
    <w:rsid w:val="00875871"/>
    <w:rsid w:val="00882FF6"/>
    <w:rsid w:val="00886A6F"/>
    <w:rsid w:val="0088736E"/>
    <w:rsid w:val="008A43E5"/>
    <w:rsid w:val="008A49C9"/>
    <w:rsid w:val="008A55B3"/>
    <w:rsid w:val="008B00E8"/>
    <w:rsid w:val="008B48D7"/>
    <w:rsid w:val="008E3FD0"/>
    <w:rsid w:val="008F65CA"/>
    <w:rsid w:val="00902372"/>
    <w:rsid w:val="00903AF9"/>
    <w:rsid w:val="00905F1D"/>
    <w:rsid w:val="00913A43"/>
    <w:rsid w:val="009217C8"/>
    <w:rsid w:val="00922E7F"/>
    <w:rsid w:val="00944FA7"/>
    <w:rsid w:val="00946EF2"/>
    <w:rsid w:val="0095343B"/>
    <w:rsid w:val="00955292"/>
    <w:rsid w:val="00960112"/>
    <w:rsid w:val="00967FE6"/>
    <w:rsid w:val="00974AE2"/>
    <w:rsid w:val="0098722B"/>
    <w:rsid w:val="0098738E"/>
    <w:rsid w:val="00994064"/>
    <w:rsid w:val="009B7D7A"/>
    <w:rsid w:val="009B7E16"/>
    <w:rsid w:val="009C359D"/>
    <w:rsid w:val="009C7BCF"/>
    <w:rsid w:val="009F64BB"/>
    <w:rsid w:val="009F6C35"/>
    <w:rsid w:val="009F75FA"/>
    <w:rsid w:val="00A25082"/>
    <w:rsid w:val="00A264D0"/>
    <w:rsid w:val="00A36379"/>
    <w:rsid w:val="00A37E6D"/>
    <w:rsid w:val="00A46F2E"/>
    <w:rsid w:val="00A53798"/>
    <w:rsid w:val="00A55013"/>
    <w:rsid w:val="00A5511B"/>
    <w:rsid w:val="00A555DE"/>
    <w:rsid w:val="00A56D12"/>
    <w:rsid w:val="00A57A7D"/>
    <w:rsid w:val="00A604FC"/>
    <w:rsid w:val="00A63F83"/>
    <w:rsid w:val="00A76ED3"/>
    <w:rsid w:val="00A772DE"/>
    <w:rsid w:val="00A85243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3FC"/>
    <w:rsid w:val="00B23299"/>
    <w:rsid w:val="00B245A8"/>
    <w:rsid w:val="00B3302F"/>
    <w:rsid w:val="00B46368"/>
    <w:rsid w:val="00B50369"/>
    <w:rsid w:val="00B51D9F"/>
    <w:rsid w:val="00B54DD7"/>
    <w:rsid w:val="00B67178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3D2B"/>
    <w:rsid w:val="00BE33E7"/>
    <w:rsid w:val="00BE3C7C"/>
    <w:rsid w:val="00BE6D0B"/>
    <w:rsid w:val="00BE70DA"/>
    <w:rsid w:val="00BF0320"/>
    <w:rsid w:val="00BF090E"/>
    <w:rsid w:val="00C03F1B"/>
    <w:rsid w:val="00C10498"/>
    <w:rsid w:val="00C13601"/>
    <w:rsid w:val="00C33949"/>
    <w:rsid w:val="00C46673"/>
    <w:rsid w:val="00C513B2"/>
    <w:rsid w:val="00C65123"/>
    <w:rsid w:val="00C73AD4"/>
    <w:rsid w:val="00CA334F"/>
    <w:rsid w:val="00CA360D"/>
    <w:rsid w:val="00CA70D5"/>
    <w:rsid w:val="00CB030F"/>
    <w:rsid w:val="00CB3A57"/>
    <w:rsid w:val="00CB7D8B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12A4"/>
    <w:rsid w:val="00D72DD8"/>
    <w:rsid w:val="00D73E06"/>
    <w:rsid w:val="00D84B05"/>
    <w:rsid w:val="00D87A13"/>
    <w:rsid w:val="00D92093"/>
    <w:rsid w:val="00D92DB5"/>
    <w:rsid w:val="00DA313B"/>
    <w:rsid w:val="00DA5397"/>
    <w:rsid w:val="00DD347A"/>
    <w:rsid w:val="00DD7373"/>
    <w:rsid w:val="00DD7710"/>
    <w:rsid w:val="00DF10DD"/>
    <w:rsid w:val="00DF5CD7"/>
    <w:rsid w:val="00E00DC8"/>
    <w:rsid w:val="00E0295C"/>
    <w:rsid w:val="00E029F9"/>
    <w:rsid w:val="00E10618"/>
    <w:rsid w:val="00E14015"/>
    <w:rsid w:val="00E159D6"/>
    <w:rsid w:val="00E40958"/>
    <w:rsid w:val="00E41F03"/>
    <w:rsid w:val="00E44FB0"/>
    <w:rsid w:val="00E45A7E"/>
    <w:rsid w:val="00E50625"/>
    <w:rsid w:val="00E5204A"/>
    <w:rsid w:val="00E64F0B"/>
    <w:rsid w:val="00E73675"/>
    <w:rsid w:val="00E75B7E"/>
    <w:rsid w:val="00E7632F"/>
    <w:rsid w:val="00E85E09"/>
    <w:rsid w:val="00EB4348"/>
    <w:rsid w:val="00EB4F25"/>
    <w:rsid w:val="00EB76F6"/>
    <w:rsid w:val="00EC50AD"/>
    <w:rsid w:val="00ED0B08"/>
    <w:rsid w:val="00ED4F89"/>
    <w:rsid w:val="00ED770E"/>
    <w:rsid w:val="00EE543E"/>
    <w:rsid w:val="00EE7AED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B3F6E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character" w:styleId="PlaceholderText">
    <w:name w:val="Placeholder Text"/>
    <w:basedOn w:val="DefaultParagraphFont"/>
    <w:uiPriority w:val="99"/>
    <w:rsid w:val="007F597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costel</dc:creator>
  <cp:lastModifiedBy>Elena DRAGOESCU</cp:lastModifiedBy>
  <cp:revision>12</cp:revision>
  <cp:lastPrinted>2016-02-26T13:37:00Z</cp:lastPrinted>
  <dcterms:created xsi:type="dcterms:W3CDTF">2022-10-13T18:45:00Z</dcterms:created>
  <dcterms:modified xsi:type="dcterms:W3CDTF">2023-04-11T11:02:00Z</dcterms:modified>
</cp:coreProperties>
</file>